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E2339" w14:textId="77777777" w:rsidR="009055D2" w:rsidRPr="00DD22F2" w:rsidRDefault="00000000">
      <w:pPr>
        <w:pStyle w:val="Heading1"/>
      </w:pPr>
      <w:bookmarkStart w:id="0" w:name="ansagen-zu-beginn-der-klausur"/>
      <w:r w:rsidRPr="00DD22F2">
        <w:t>Ansagen zu Beginn der Klausur</w:t>
      </w:r>
    </w:p>
    <w:p w14:paraId="45DA0D9C" w14:textId="77777777" w:rsidR="009055D2" w:rsidRPr="00DD22F2" w:rsidRDefault="00000000">
      <w:pPr>
        <w:pStyle w:val="FirstParagraph"/>
      </w:pPr>
      <w:r w:rsidRPr="00DD22F2">
        <w:rPr>
          <w:b/>
          <w:bCs/>
        </w:rPr>
        <w:t>Begrüßung:</w:t>
      </w:r>
      <w:r w:rsidRPr="00DD22F2">
        <w:t xml:space="preserve"> Ich heiße Sie alle herzlich willkommen zur Klausur Trinksport im Kontext der Informatik.</w:t>
      </w:r>
    </w:p>
    <w:p w14:paraId="5948F396" w14:textId="77777777" w:rsidR="009055D2" w:rsidRPr="00DD22F2" w:rsidRDefault="00000000">
      <w:pPr>
        <w:pStyle w:val="BodyText"/>
      </w:pPr>
      <w:r w:rsidRPr="00DD22F2">
        <w:t>Bevor es losgeht, werden zunächst einige Klausuransagen verlesen.</w:t>
      </w:r>
    </w:p>
    <w:p w14:paraId="5EB59A21" w14:textId="77777777" w:rsidR="009055D2" w:rsidRPr="00DD22F2" w:rsidRDefault="00000000">
      <w:pPr>
        <w:numPr>
          <w:ilvl w:val="0"/>
          <w:numId w:val="1"/>
        </w:numPr>
      </w:pPr>
      <w:r w:rsidRPr="00DD22F2">
        <w:t>Die Klausur dauert 90 Minuten.</w:t>
      </w:r>
    </w:p>
    <w:p w14:paraId="77E6DF9E" w14:textId="77777777" w:rsidR="009055D2" w:rsidRPr="00DD22F2" w:rsidRDefault="00000000">
      <w:pPr>
        <w:numPr>
          <w:ilvl w:val="0"/>
          <w:numId w:val="1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 xml:space="preserve">] Sie haben zu Beginn der Klausur 15 Minuten </w:t>
      </w:r>
      <w:proofErr w:type="spellStart"/>
      <w:r w:rsidRPr="00DD22F2">
        <w:t>Einlesezeit</w:t>
      </w:r>
      <w:proofErr w:type="spellEnd"/>
      <w:r w:rsidRPr="00DD22F2">
        <w:t>.</w:t>
      </w:r>
    </w:p>
    <w:p w14:paraId="6F1DA55C" w14:textId="77777777" w:rsidR="009055D2" w:rsidRPr="00DD22F2" w:rsidRDefault="00000000">
      <w:pPr>
        <w:numPr>
          <w:ilvl w:val="0"/>
          <w:numId w:val="1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 xml:space="preserve">] Während der </w:t>
      </w:r>
      <w:proofErr w:type="spellStart"/>
      <w:r w:rsidRPr="00DD22F2">
        <w:t>Einlesezeit</w:t>
      </w:r>
      <w:proofErr w:type="spellEnd"/>
      <w:r w:rsidRPr="00DD22F2">
        <w:t xml:space="preserve"> dürfen Sie die Klausur nicht bearbeiten, legen Sie daher alles aus der Hand.</w:t>
      </w:r>
    </w:p>
    <w:p w14:paraId="5F5DA917" w14:textId="77777777" w:rsidR="009055D2" w:rsidRPr="00DD22F2" w:rsidRDefault="00000000">
      <w:pPr>
        <w:numPr>
          <w:ilvl w:val="0"/>
          <w:numId w:val="1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</w:t>
      </w:r>
      <w:proofErr w:type="gramStart"/>
      <w:r w:rsidRPr="00DD22F2">
        <w:t>Direkt</w:t>
      </w:r>
      <w:proofErr w:type="gramEnd"/>
      <w:r w:rsidRPr="00DD22F2">
        <w:t xml:space="preserve"> im Anschluss der </w:t>
      </w:r>
      <w:proofErr w:type="spellStart"/>
      <w:r w:rsidRPr="00DD22F2">
        <w:t>Einlesezeit</w:t>
      </w:r>
      <w:proofErr w:type="spellEnd"/>
      <w:r w:rsidRPr="00DD22F2">
        <w:t>, haben Sie die Möglichkeiten Fragen zu stellen.</w:t>
      </w:r>
    </w:p>
    <w:p w14:paraId="272CBC23" w14:textId="77777777" w:rsidR="009055D2" w:rsidRPr="00DD22F2" w:rsidRDefault="00000000">
      <w:pPr>
        <w:numPr>
          <w:ilvl w:val="0"/>
          <w:numId w:val="1"/>
        </w:numPr>
      </w:pPr>
      <w:r w:rsidRPr="00DD22F2">
        <w:t>Nach der Verteilung der Klausuren prüfen Sie bitte die Vollständigkeit der Aufgaben. Es sind insgesamt 16 Seiten.</w:t>
      </w:r>
    </w:p>
    <w:p w14:paraId="7A3A49F3" w14:textId="77777777" w:rsidR="009055D2" w:rsidRPr="00DD22F2" w:rsidRDefault="00000000">
      <w:pPr>
        <w:numPr>
          <w:ilvl w:val="0"/>
          <w:numId w:val="2"/>
        </w:numPr>
      </w:pPr>
      <w:r w:rsidRPr="00DD22F2">
        <w:t>Blätter: 1 Deckblatt und 15 Seiten mit Aufgaben.</w:t>
      </w:r>
    </w:p>
    <w:p w14:paraId="2933FB2C" w14:textId="77777777" w:rsidR="009055D2" w:rsidRPr="00DD22F2" w:rsidRDefault="00000000">
      <w:pPr>
        <w:numPr>
          <w:ilvl w:val="0"/>
          <w:numId w:val="1"/>
        </w:numPr>
      </w:pPr>
      <w:r w:rsidRPr="00DD22F2">
        <w:t>Achten sie vor der Abgabe darauf, auf das Deckblatt Ihren Namen, Ihre Matrikelnummer [optional: und Ihren Studiengang] zu schreiben.</w:t>
      </w:r>
    </w:p>
    <w:p w14:paraId="4A377F41" w14:textId="77777777" w:rsidR="009055D2" w:rsidRPr="00DD22F2" w:rsidRDefault="00000000">
      <w:pPr>
        <w:numPr>
          <w:ilvl w:val="0"/>
          <w:numId w:val="1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Lösen sie nicht die Klammerung der Blätter.</w:t>
      </w:r>
    </w:p>
    <w:p w14:paraId="4E19CA43" w14:textId="77777777" w:rsidR="009055D2" w:rsidRPr="00DD22F2" w:rsidRDefault="00000000">
      <w:pPr>
        <w:numPr>
          <w:ilvl w:val="0"/>
          <w:numId w:val="1"/>
        </w:numPr>
      </w:pPr>
      <w:r w:rsidRPr="00DD22F2">
        <w:t>Oder: Sollten sie die Klammerung der Blätter lösen, schreiben sie auf jedes Blatt Name und Matrikelnummer.</w:t>
      </w:r>
    </w:p>
    <w:p w14:paraId="4E714A86" w14:textId="77777777" w:rsidR="009055D2" w:rsidRPr="00DD22F2" w:rsidRDefault="00000000">
      <w:pPr>
        <w:numPr>
          <w:ilvl w:val="0"/>
          <w:numId w:val="1"/>
        </w:numPr>
      </w:pPr>
      <w:r w:rsidRPr="00DD22F2">
        <w:t>Lösungen dürfen nur in die Aufgabenzettel (inkl. Rückseite) eingetragen werden. Es ist kein weiteres Papier zugelassen.</w:t>
      </w:r>
    </w:p>
    <w:p w14:paraId="6B44DCE1" w14:textId="77777777" w:rsidR="009055D2" w:rsidRPr="00DD22F2" w:rsidRDefault="00000000">
      <w:pPr>
        <w:numPr>
          <w:ilvl w:val="0"/>
          <w:numId w:val="1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Zusätzliches Papier können Sie von der Aufsicht erhalten.</w:t>
      </w:r>
    </w:p>
    <w:p w14:paraId="4BDA9AA6" w14:textId="77777777" w:rsidR="009055D2" w:rsidRPr="00DD22F2" w:rsidRDefault="00000000">
      <w:pPr>
        <w:numPr>
          <w:ilvl w:val="0"/>
          <w:numId w:val="1"/>
        </w:numPr>
      </w:pPr>
      <w:r w:rsidRPr="00DD22F2">
        <w:t>Ausschließlich folgende Hilfsmittel sind erlaubt:</w:t>
      </w:r>
    </w:p>
    <w:p w14:paraId="1C6BB656" w14:textId="77777777" w:rsidR="009055D2" w:rsidRPr="00DD22F2" w:rsidRDefault="00000000">
      <w:pPr>
        <w:numPr>
          <w:ilvl w:val="1"/>
          <w:numId w:val="3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Handgeschriebene ”Spickzettel”</w:t>
      </w:r>
    </w:p>
    <w:p w14:paraId="6B3EC786" w14:textId="77777777" w:rsidR="009055D2" w:rsidRPr="00DD22F2" w:rsidRDefault="00000000">
      <w:pPr>
        <w:numPr>
          <w:ilvl w:val="1"/>
          <w:numId w:val="3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Ausgeteilte Formelsammlung</w:t>
      </w:r>
    </w:p>
    <w:p w14:paraId="6279480E" w14:textId="77777777" w:rsidR="009055D2" w:rsidRPr="00DD22F2" w:rsidRDefault="00000000">
      <w:pPr>
        <w:numPr>
          <w:ilvl w:val="1"/>
          <w:numId w:val="3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Nicht-programmierbarer Taschenrechner.</w:t>
      </w:r>
    </w:p>
    <w:p w14:paraId="61CE1BF9" w14:textId="77777777" w:rsidR="009055D2" w:rsidRPr="00DD22F2" w:rsidRDefault="00000000">
      <w:pPr>
        <w:numPr>
          <w:ilvl w:val="1"/>
          <w:numId w:val="3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Es sind keine weiteren Hilfsmittel zugelassen, auch kein Taschenrechner.</w:t>
      </w:r>
    </w:p>
    <w:p w14:paraId="3B1405F6" w14:textId="77777777" w:rsidR="009055D2" w:rsidRPr="00DD22F2" w:rsidRDefault="00000000">
      <w:pPr>
        <w:numPr>
          <w:ilvl w:val="1"/>
          <w:numId w:val="3"/>
        </w:numPr>
      </w:pPr>
      <w:r w:rsidRPr="00DD22F2">
        <w:t xml:space="preserve">Nutzung von Hilfsmitteln (außer den gerade aufgezählten) werden als Täuschungs- </w:t>
      </w:r>
      <w:proofErr w:type="spellStart"/>
      <w:r w:rsidRPr="00DD22F2">
        <w:t>versuch</w:t>
      </w:r>
      <w:proofErr w:type="spellEnd"/>
      <w:r w:rsidRPr="00DD22F2">
        <w:t xml:space="preserve"> gewertet und können zum Nichtbestehen der Klausur führen.</w:t>
      </w:r>
    </w:p>
    <w:p w14:paraId="0A35746E" w14:textId="77777777" w:rsidR="009055D2" w:rsidRPr="00DD22F2" w:rsidRDefault="00000000">
      <w:pPr>
        <w:numPr>
          <w:ilvl w:val="0"/>
          <w:numId w:val="1"/>
        </w:numPr>
      </w:pPr>
      <w:r w:rsidRPr="00DD22F2">
        <w:lastRenderedPageBreak/>
        <w:t>Zur Bearbeitung der Aufgaben:</w:t>
      </w:r>
    </w:p>
    <w:p w14:paraId="3FC04D11" w14:textId="77777777" w:rsidR="009055D2" w:rsidRPr="00DD22F2" w:rsidRDefault="00000000">
      <w:pPr>
        <w:numPr>
          <w:ilvl w:val="1"/>
          <w:numId w:val="4"/>
        </w:numPr>
      </w:pPr>
      <w:r w:rsidRPr="00DD22F2">
        <w:t>Skizzen sind eindeutig zu beschriften.</w:t>
      </w:r>
    </w:p>
    <w:p w14:paraId="4F596C5A" w14:textId="77777777" w:rsidR="009055D2" w:rsidRPr="00DD22F2" w:rsidRDefault="00000000">
      <w:pPr>
        <w:numPr>
          <w:ilvl w:val="1"/>
          <w:numId w:val="4"/>
        </w:numPr>
      </w:pPr>
      <w:r w:rsidRPr="00DD22F2">
        <w:t>Lösungswege sind vollständig und schlüssig anzugeben.</w:t>
      </w:r>
    </w:p>
    <w:p w14:paraId="349E971B" w14:textId="77777777" w:rsidR="009055D2" w:rsidRPr="00DD22F2" w:rsidRDefault="00000000">
      <w:pPr>
        <w:numPr>
          <w:ilvl w:val="1"/>
          <w:numId w:val="4"/>
        </w:numPr>
      </w:pPr>
      <w:r w:rsidRPr="00DD22F2">
        <w:t>Nur dokumentenechte Stifte und kein Rot benutzen.</w:t>
      </w:r>
    </w:p>
    <w:p w14:paraId="4317BB8D" w14:textId="77777777" w:rsidR="009055D2" w:rsidRPr="00DD22F2" w:rsidRDefault="00000000">
      <w:pPr>
        <w:numPr>
          <w:ilvl w:val="1"/>
          <w:numId w:val="4"/>
        </w:numPr>
      </w:pPr>
      <w:r w:rsidRPr="00DD22F2">
        <w:t>Schreiben Sie leserlich. Was nicht leserlich ist, wird nicht gewertet.</w:t>
      </w:r>
    </w:p>
    <w:p w14:paraId="0082FAC6" w14:textId="77777777" w:rsidR="009055D2" w:rsidRPr="00DD22F2" w:rsidRDefault="00000000">
      <w:pPr>
        <w:numPr>
          <w:ilvl w:val="1"/>
          <w:numId w:val="4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</w:t>
      </w:r>
      <w:proofErr w:type="gramStart"/>
      <w:r w:rsidRPr="00DD22F2">
        <w:t>Teilweise</w:t>
      </w:r>
      <w:proofErr w:type="gramEnd"/>
      <w:r w:rsidRPr="00DD22F2">
        <w:t xml:space="preserve"> ist ein Wiedereinstieg bei späteren Aufgabenpunkten möglich.</w:t>
      </w:r>
    </w:p>
    <w:p w14:paraId="3BDB3CA5" w14:textId="77777777" w:rsidR="009055D2" w:rsidRPr="00DD22F2" w:rsidRDefault="00000000">
      <w:pPr>
        <w:numPr>
          <w:ilvl w:val="1"/>
          <w:numId w:val="2"/>
        </w:numPr>
      </w:pPr>
      <w:r w:rsidRPr="00DD22F2">
        <w:rPr>
          <w:b/>
          <w:bCs/>
        </w:rPr>
        <w:t>Nicht vorlesen, nur zur Erklärung</w:t>
      </w:r>
      <w:r w:rsidRPr="00DD22F2">
        <w:t xml:space="preserve">: Sprich man könnte z.B. Aufgabenteil 1.6 </w:t>
      </w:r>
      <w:proofErr w:type="gramStart"/>
      <w:r w:rsidRPr="00DD22F2">
        <w:t>bearbeiten</w:t>
      </w:r>
      <w:proofErr w:type="gramEnd"/>
      <w:r w:rsidRPr="00DD22F2">
        <w:t xml:space="preserve"> ohne 1.5 gelöst zu haben.</w:t>
      </w:r>
    </w:p>
    <w:p w14:paraId="64B2610E" w14:textId="77777777" w:rsidR="009055D2" w:rsidRPr="00DD22F2" w:rsidRDefault="00000000">
      <w:pPr>
        <w:numPr>
          <w:ilvl w:val="1"/>
          <w:numId w:val="4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Es gibt KEINE Ersatzlösung.</w:t>
      </w:r>
    </w:p>
    <w:p w14:paraId="2A423698" w14:textId="77777777" w:rsidR="009055D2" w:rsidRPr="00DD22F2" w:rsidRDefault="00000000">
      <w:pPr>
        <w:numPr>
          <w:ilvl w:val="1"/>
          <w:numId w:val="2"/>
        </w:numPr>
      </w:pPr>
      <w:r w:rsidRPr="00DD22F2">
        <w:rPr>
          <w:b/>
          <w:bCs/>
        </w:rPr>
        <w:t>Nicht vorlesen, nur zur Erklärung</w:t>
      </w:r>
      <w:r w:rsidRPr="00DD22F2">
        <w:t xml:space="preserve">: Ersatzlösung sind offizielle Zwischenergebnisse, die den Studierenden gegeben werden, falls sie an einer Stelle nicht weiterkommen. oder: es gibt für einige Teilaufgaben </w:t>
      </w:r>
      <w:proofErr w:type="gramStart"/>
      <w:r w:rsidRPr="00DD22F2">
        <w:t>Alternativ-Ergebnisse</w:t>
      </w:r>
      <w:proofErr w:type="gramEnd"/>
      <w:r w:rsidRPr="00DD22F2">
        <w:t xml:space="preserve"> um Folgeaufgaben weiter bearbeiten zu können.</w:t>
      </w:r>
    </w:p>
    <w:p w14:paraId="49353D42" w14:textId="77777777" w:rsidR="009055D2" w:rsidRPr="00DD22F2" w:rsidRDefault="00000000">
      <w:pPr>
        <w:numPr>
          <w:ilvl w:val="0"/>
          <w:numId w:val="1"/>
        </w:numPr>
      </w:pPr>
      <w:r w:rsidRPr="00DD22F2">
        <w:t>Es werden keine inhaltlichen Fragen beantwortet, sondern nur Fragen zur Aufgabenstellung</w:t>
      </w:r>
    </w:p>
    <w:p w14:paraId="1A7BF73A" w14:textId="77777777" w:rsidR="009055D2" w:rsidRPr="00DD22F2" w:rsidRDefault="00000000">
      <w:pPr>
        <w:numPr>
          <w:ilvl w:val="0"/>
          <w:numId w:val="1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Bitte legen sie einen gültigen Lichtbildausweis (Reisepass, Personalausweis,</w:t>
      </w:r>
      <w:r w:rsidRPr="00DD22F2">
        <w:br/>
        <w:t>Führerschein, Aufenthaltstitel) und Studierendenausweis/Immatrikulationsbescheinigung</w:t>
      </w:r>
      <w:r w:rsidRPr="00DD22F2">
        <w:br/>
        <w:t>bereit, damit wir eine Anwesenheitskontrolle durchführen können.</w:t>
      </w:r>
    </w:p>
    <w:p w14:paraId="20C83547" w14:textId="2714944C" w:rsidR="009055D2" w:rsidRPr="00DD22F2" w:rsidRDefault="00000000">
      <w:pPr>
        <w:numPr>
          <w:ilvl w:val="0"/>
          <w:numId w:val="1"/>
        </w:numPr>
      </w:pPr>
      <w:r w:rsidRPr="00DD22F2">
        <w:t>Wenn sie während der Klausur die Toiletten aufsuchen wollen, melden sie sich vorher bei einer Aufsichtsperson. Es darf maximal eine Person gleichzeitig die Toiletten aufsuchen.</w:t>
      </w:r>
    </w:p>
    <w:p w14:paraId="3BB0AA07" w14:textId="77777777" w:rsidR="009055D2" w:rsidRPr="00DD22F2" w:rsidRDefault="00000000">
      <w:pPr>
        <w:numPr>
          <w:ilvl w:val="0"/>
          <w:numId w:val="1"/>
        </w:numPr>
      </w:pPr>
      <w:r w:rsidRPr="00DD22F2">
        <w:t>[</w:t>
      </w:r>
      <w:r w:rsidRPr="00DD22F2">
        <w:rPr>
          <w:b/>
          <w:bCs/>
        </w:rPr>
        <w:t>optional</w:t>
      </w:r>
      <w:r w:rsidRPr="00DD22F2">
        <w:t>] Sobald eine Person ihre Klausur vorzeitig abgeben hat, dürfen die Toiletten mehr aufgesucht werden.</w:t>
      </w:r>
    </w:p>
    <w:p w14:paraId="0377A218" w14:textId="77777777" w:rsidR="009055D2" w:rsidRPr="00DD22F2" w:rsidRDefault="00000000">
      <w:pPr>
        <w:numPr>
          <w:ilvl w:val="0"/>
          <w:numId w:val="1"/>
        </w:numPr>
      </w:pPr>
      <w:r w:rsidRPr="00DD22F2">
        <w:t>Alle elektronischen Geräte sind jetzt auszuschalten und wegzustecken. Achten Sie auf das Deaktivieren von Weck- und Alarmfunktionen. Ein Handyklingeln kann als Täuschungsversuch gewertet werden.</w:t>
      </w:r>
    </w:p>
    <w:p w14:paraId="1F921424" w14:textId="77777777" w:rsidR="009055D2" w:rsidRPr="00DD22F2" w:rsidRDefault="00000000">
      <w:pPr>
        <w:numPr>
          <w:ilvl w:val="0"/>
          <w:numId w:val="1"/>
        </w:numPr>
      </w:pPr>
      <w:r w:rsidRPr="00DD22F2">
        <w:t>Nach Ende der Klausur bleiben Sie bitte alle sitzen, bis alle Klausuren eingesammelt und durchgezählt sind.</w:t>
      </w:r>
    </w:p>
    <w:p w14:paraId="421B5D01" w14:textId="77777777" w:rsidR="009055D2" w:rsidRPr="00DD22F2" w:rsidRDefault="00000000">
      <w:pPr>
        <w:numPr>
          <w:ilvl w:val="0"/>
          <w:numId w:val="1"/>
        </w:numPr>
      </w:pPr>
      <w:r w:rsidRPr="00DD22F2">
        <w:t>Jetzt ist die letzte Gelegenheit den Raum zu verlassen, wenn jemand aus gesundheitlichen Gründen nicht an der Prüfung teilnehmen kann.</w:t>
      </w:r>
    </w:p>
    <w:p w14:paraId="2ECBC47C" w14:textId="77777777" w:rsidR="009055D2" w:rsidRPr="00DD22F2" w:rsidRDefault="00000000">
      <w:pPr>
        <w:numPr>
          <w:ilvl w:val="0"/>
          <w:numId w:val="1"/>
        </w:numPr>
      </w:pPr>
      <w:r w:rsidRPr="00DD22F2">
        <w:lastRenderedPageBreak/>
        <w:t>Bitte die Klausur nicht umdrehen und nicht beschriften, solange nicht alle ein Exemplar haben.</w:t>
      </w:r>
    </w:p>
    <w:p w14:paraId="5A3D89B5" w14:textId="77777777" w:rsidR="009055D2" w:rsidRPr="00DD22F2" w:rsidRDefault="00000000">
      <w:pPr>
        <w:numPr>
          <w:ilvl w:val="0"/>
          <w:numId w:val="1"/>
        </w:numPr>
      </w:pPr>
      <w:r w:rsidRPr="00DD22F2">
        <w:t>[Sobald alle Klausuren ausgeteilt wurden:] Sie dürfen jetzt mit der Bearbeitung der Klausur beginnen.</w:t>
      </w:r>
    </w:p>
    <w:p w14:paraId="05D8DB98" w14:textId="77777777" w:rsidR="009055D2" w:rsidRPr="00DD22F2" w:rsidRDefault="00000000">
      <w:pPr>
        <w:numPr>
          <w:ilvl w:val="0"/>
          <w:numId w:val="1"/>
        </w:numPr>
      </w:pPr>
      <w:r w:rsidRPr="00DD22F2">
        <w:t>Viel Glück und Erfolg bei der Bearbeitung</w:t>
      </w:r>
    </w:p>
    <w:p w14:paraId="6B6D0CD7" w14:textId="77777777" w:rsidR="009055D2" w:rsidRPr="00DD22F2" w:rsidRDefault="00000000">
      <w:pPr>
        <w:pStyle w:val="FirstParagraph"/>
      </w:pPr>
      <w:r w:rsidRPr="00DD22F2">
        <w:rPr>
          <w:b/>
          <w:bCs/>
        </w:rPr>
        <w:t>5 min vor Schluss</w:t>
      </w:r>
    </w:p>
    <w:p w14:paraId="51927DE7" w14:textId="77777777" w:rsidR="009055D2" w:rsidRPr="00DD22F2" w:rsidRDefault="00000000">
      <w:pPr>
        <w:numPr>
          <w:ilvl w:val="0"/>
          <w:numId w:val="5"/>
        </w:numPr>
      </w:pPr>
      <w:r w:rsidRPr="00DD22F2">
        <w:t>Die Klausur endet in 5 Minuten.</w:t>
      </w:r>
    </w:p>
    <w:p w14:paraId="7BF4F309" w14:textId="77777777" w:rsidR="009055D2" w:rsidRPr="00DD22F2" w:rsidRDefault="00000000">
      <w:pPr>
        <w:pStyle w:val="FirstParagraph"/>
      </w:pPr>
      <w:r w:rsidRPr="00DD22F2">
        <w:rPr>
          <w:b/>
          <w:bCs/>
        </w:rPr>
        <w:t>Bei Klausurabgabe</w:t>
      </w:r>
    </w:p>
    <w:p w14:paraId="7F1CA497" w14:textId="77777777" w:rsidR="009055D2" w:rsidRPr="00DD22F2" w:rsidRDefault="00000000">
      <w:pPr>
        <w:numPr>
          <w:ilvl w:val="0"/>
          <w:numId w:val="6"/>
        </w:numPr>
      </w:pPr>
      <w:r w:rsidRPr="00DD22F2">
        <w:t>Bitte bleiben Sie sitzen, bis alle Klausuren eingesammelt und durchgezählt sind.</w:t>
      </w:r>
    </w:p>
    <w:p w14:paraId="08E32CAB" w14:textId="77777777" w:rsidR="009055D2" w:rsidRPr="00DD22F2" w:rsidRDefault="00000000">
      <w:pPr>
        <w:numPr>
          <w:ilvl w:val="0"/>
          <w:numId w:val="6"/>
        </w:numPr>
      </w:pPr>
      <w:r w:rsidRPr="00DD22F2">
        <w:t>Zeit und Ort der Notenbekanntgabe verkünden (sollte schon an der Tafel stehen)</w:t>
      </w:r>
      <w:bookmarkEnd w:id="0"/>
    </w:p>
    <w:sectPr w:rsidR="009055D2" w:rsidRPr="00DD22F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735EA" w14:textId="77777777" w:rsidR="00F01C4F" w:rsidRPr="00DD22F2" w:rsidRDefault="00F01C4F">
      <w:pPr>
        <w:spacing w:after="0"/>
      </w:pPr>
      <w:r w:rsidRPr="00DD22F2">
        <w:separator/>
      </w:r>
    </w:p>
  </w:endnote>
  <w:endnote w:type="continuationSeparator" w:id="0">
    <w:p w14:paraId="52D70812" w14:textId="77777777" w:rsidR="00F01C4F" w:rsidRPr="00DD22F2" w:rsidRDefault="00F01C4F">
      <w:pPr>
        <w:spacing w:after="0"/>
      </w:pPr>
      <w:r w:rsidRPr="00DD22F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1E35B" w14:textId="77777777" w:rsidR="00F01C4F" w:rsidRPr="00DD22F2" w:rsidRDefault="00F01C4F">
      <w:pPr>
        <w:spacing w:after="0"/>
      </w:pPr>
      <w:r w:rsidRPr="00DD22F2">
        <w:rPr>
          <w:color w:val="000000"/>
        </w:rPr>
        <w:separator/>
      </w:r>
    </w:p>
  </w:footnote>
  <w:footnote w:type="continuationSeparator" w:id="0">
    <w:p w14:paraId="31D8C624" w14:textId="77777777" w:rsidR="00F01C4F" w:rsidRPr="00DD22F2" w:rsidRDefault="00F01C4F">
      <w:pPr>
        <w:spacing w:after="0"/>
      </w:pPr>
      <w:r w:rsidRPr="00DD22F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B5C78"/>
    <w:multiLevelType w:val="multilevel"/>
    <w:tmpl w:val="75828C2E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" w15:restartNumberingAfterBreak="0">
    <w:nsid w:val="1E543115"/>
    <w:multiLevelType w:val="multilevel"/>
    <w:tmpl w:val="5420E656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1FE66699"/>
    <w:multiLevelType w:val="multilevel"/>
    <w:tmpl w:val="8F10CED4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3" w15:restartNumberingAfterBreak="0">
    <w:nsid w:val="24784C6D"/>
    <w:multiLevelType w:val="multilevel"/>
    <w:tmpl w:val="5F049698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4" w15:restartNumberingAfterBreak="0">
    <w:nsid w:val="312C2F26"/>
    <w:multiLevelType w:val="multilevel"/>
    <w:tmpl w:val="EFC26C50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5" w15:restartNumberingAfterBreak="0">
    <w:nsid w:val="6C082F53"/>
    <w:multiLevelType w:val="multilevel"/>
    <w:tmpl w:val="759C8766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 w16cid:durableId="1714961512">
    <w:abstractNumId w:val="5"/>
  </w:num>
  <w:num w:numId="2" w16cid:durableId="1790657841">
    <w:abstractNumId w:val="3"/>
  </w:num>
  <w:num w:numId="3" w16cid:durableId="337927958">
    <w:abstractNumId w:val="0"/>
  </w:num>
  <w:num w:numId="4" w16cid:durableId="437330815">
    <w:abstractNumId w:val="2"/>
  </w:num>
  <w:num w:numId="5" w16cid:durableId="1769350630">
    <w:abstractNumId w:val="4"/>
  </w:num>
  <w:num w:numId="6" w16cid:durableId="290794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055D2"/>
    <w:rsid w:val="009055D2"/>
    <w:rsid w:val="00AE45E3"/>
    <w:rsid w:val="00DD22F2"/>
    <w:rsid w:val="00F0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4C1B"/>
  <w15:docId w15:val="{2D2A28F7-BA7E-4F75-94D9-6A89208EB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sz w:val="24"/>
        <w:szCs w:val="24"/>
        <w:lang w:val="en-US" w:eastAsia="en-US" w:bidi="ar-SA"/>
      </w:rPr>
    </w:rPrDefault>
    <w:pPrDefault>
      <w:pPr>
        <w:autoSpaceDN w:val="0"/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de-DE"/>
    </w:rPr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2">
    <w:name w:val="heading 2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3">
    <w:name w:val="heading 3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</w:rPr>
  </w:style>
  <w:style w:type="paragraph" w:styleId="Heading4">
    <w:name w:val="heading 4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3"/>
    </w:pPr>
    <w:rPr>
      <w:rFonts w:ascii="Calibri" w:eastAsia="Times New Roman" w:hAnsi="Calibri"/>
      <w:bCs/>
      <w:i/>
      <w:color w:val="4F81BD"/>
    </w:rPr>
  </w:style>
  <w:style w:type="paragraph" w:styleId="Heading5">
    <w:name w:val="heading 5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Times New Roman" w:hAnsi="Calibri"/>
      <w:iCs/>
      <w:color w:val="4F81BD"/>
    </w:rPr>
  </w:style>
  <w:style w:type="paragraph" w:styleId="Heading6">
    <w:name w:val="heading 6"/>
    <w:basedOn w:val="Normal"/>
    <w:next w:val="BodyText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paragraph" w:styleId="Heading7">
    <w:name w:val="heading 7"/>
    <w:basedOn w:val="Normal"/>
    <w:next w:val="BodyText"/>
    <w:pPr>
      <w:keepNext/>
      <w:keepLines/>
      <w:spacing w:before="200" w:after="0"/>
      <w:outlineLvl w:val="6"/>
    </w:pPr>
    <w:rPr>
      <w:rFonts w:ascii="Calibri" w:eastAsia="Times New Roman" w:hAnsi="Calibri"/>
      <w:color w:val="4F81BD"/>
    </w:rPr>
  </w:style>
  <w:style w:type="paragraph" w:styleId="Heading8">
    <w:name w:val="heading 8"/>
    <w:basedOn w:val="Normal"/>
    <w:next w:val="BodyText"/>
    <w:pPr>
      <w:keepNext/>
      <w:keepLines/>
      <w:spacing w:before="200" w:after="0"/>
      <w:outlineLvl w:val="7"/>
    </w:pPr>
    <w:rPr>
      <w:rFonts w:ascii="Calibri" w:eastAsia="Times New Roman" w:hAnsi="Calibri"/>
      <w:color w:val="4F81BD"/>
    </w:rPr>
  </w:style>
  <w:style w:type="paragraph" w:styleId="Heading9">
    <w:name w:val="heading 9"/>
    <w:basedOn w:val="Normal"/>
    <w:next w:val="BodyText"/>
    <w:pPr>
      <w:keepNext/>
      <w:keepLines/>
      <w:spacing w:before="200" w:after="0"/>
      <w:outlineLvl w:val="8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BodyText">
    <w:name w:val="Body Text"/>
    <w:basedOn w:val="Normal"/>
    <w:pPr>
      <w:spacing w:before="180" w:after="180"/>
    </w:pPr>
  </w:style>
  <w:style w:type="paragraph" w:customStyle="1" w:styleId="FirstParagraph">
    <w:name w:val="First Paragraph"/>
    <w:basedOn w:val="BodyText"/>
    <w:next w:val="BodyText"/>
  </w:style>
  <w:style w:type="paragraph" w:customStyle="1" w:styleId="Compact">
    <w:name w:val="Compact"/>
    <w:basedOn w:val="BodyText"/>
    <w:pPr>
      <w:spacing w:before="36" w:after="36"/>
    </w:pPr>
  </w:style>
  <w:style w:type="paragraph" w:styleId="Title">
    <w:name w:val="Title"/>
    <w:basedOn w:val="Normal"/>
    <w:next w:val="BodyText"/>
    <w:uiPriority w:val="10"/>
    <w:qFormat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paragraph" w:styleId="Subtitle">
    <w:name w:val="Subtitle"/>
    <w:basedOn w:val="Title"/>
    <w:next w:val="BodyText"/>
    <w:uiPriority w:val="11"/>
    <w:qFormat/>
    <w:pPr>
      <w:spacing w:before="240" w:after="200"/>
    </w:pPr>
    <w:rPr>
      <w:sz w:val="30"/>
      <w:szCs w:val="30"/>
    </w:rPr>
  </w:style>
  <w:style w:type="paragraph" w:customStyle="1" w:styleId="Author">
    <w:name w:val="Author"/>
    <w:next w:val="BodyText"/>
    <w:pPr>
      <w:keepNext/>
      <w:keepLines/>
      <w:suppressAutoHyphens/>
      <w:jc w:val="center"/>
    </w:pPr>
  </w:style>
  <w:style w:type="paragraph" w:styleId="Date">
    <w:name w:val="Date"/>
    <w:next w:val="BodyText"/>
    <w:pPr>
      <w:keepNext/>
      <w:keepLines/>
      <w:suppressAutoHyphens/>
      <w:jc w:val="center"/>
    </w:pPr>
  </w:style>
  <w:style w:type="paragraph" w:customStyle="1" w:styleId="Abstract">
    <w:name w:val="Abstract"/>
    <w:basedOn w:val="Normal"/>
    <w:next w:val="BodyText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</w:style>
  <w:style w:type="paragraph" w:styleId="BlockText">
    <w:name w:val="Block Text"/>
    <w:basedOn w:val="BodyText"/>
    <w:next w:val="BodyText"/>
    <w:pPr>
      <w:spacing w:before="100" w:after="100"/>
      <w:ind w:left="480" w:right="480"/>
    </w:pPr>
  </w:style>
  <w:style w:type="paragraph" w:styleId="FootnoteText">
    <w:name w:val="footnote text"/>
    <w:basedOn w:val="Normal"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paragraph" w:styleId="TOCHeading">
    <w:name w:val="TOC Heading"/>
    <w:basedOn w:val="Heading1"/>
    <w:next w:val="BodyText"/>
    <w:pPr>
      <w:spacing w:before="240" w:after="200" w:line="256" w:lineRule="auto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pPr>
      <w:wordWrap w:val="0"/>
    </w:pPr>
  </w:style>
  <w:style w:type="character" w:customStyle="1" w:styleId="CaptionChar">
    <w:name w:val="Caption Char"/>
    <w:basedOn w:val="DefaultParagraphFont"/>
  </w:style>
  <w:style w:type="character" w:customStyle="1" w:styleId="VerbatimChar">
    <w:name w:val="Verbatim Char"/>
    <w:basedOn w:val="CaptionChar"/>
    <w:rPr>
      <w:rFonts w:ascii="Consolas" w:eastAsia="Consolas" w:hAnsi="Consolas" w:cs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position w:val="0"/>
      <w:vertAlign w:val="superscript"/>
    </w:rPr>
  </w:style>
  <w:style w:type="character" w:styleId="Hyperlink">
    <w:name w:val="Hyperlink"/>
    <w:basedOn w:val="CaptionChar"/>
    <w:rPr>
      <w:color w:val="4F81BD"/>
    </w:rPr>
  </w:style>
  <w:style w:type="character" w:customStyle="1" w:styleId="KeywordTok">
    <w:name w:val="KeywordTok"/>
    <w:basedOn w:val="VerbatimChar"/>
    <w:rPr>
      <w:rFonts w:ascii="Consolas" w:eastAsia="Consolas" w:hAnsi="Consolas" w:cs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eastAsia="Consolas" w:hAnsi="Consolas" w:cs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eastAsia="Consolas" w:hAnsi="Consolas" w:cs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eastAsia="Consolas" w:hAnsi="Consolas" w:cs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eastAsia="Consolas" w:hAnsi="Consolas" w:cs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eastAsia="Consolas" w:hAnsi="Consolas" w:cs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eastAsia="Consolas" w:hAnsi="Consolas" w:cs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eastAsia="Consolas" w:hAnsi="Consolas" w:cs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eastAsia="Consolas" w:hAnsi="Consolas" w:cs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eastAsia="Consolas" w:hAnsi="Consolas" w:cs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eastAsia="Consolas" w:hAnsi="Consolas" w:cs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eastAsia="Consolas" w:hAnsi="Consolas" w:cs="Consolas"/>
      <w:sz w:val="22"/>
    </w:rPr>
  </w:style>
  <w:style w:type="character" w:customStyle="1" w:styleId="CommentTok">
    <w:name w:val="CommentTok"/>
    <w:basedOn w:val="VerbatimChar"/>
    <w:rPr>
      <w:rFonts w:ascii="Consolas" w:eastAsia="Consolas" w:hAnsi="Consolas" w:cs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eastAsia="Consolas" w:hAnsi="Consolas" w:cs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eastAsia="Consolas" w:hAnsi="Consolas" w:cs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eastAsia="Consolas" w:hAnsi="Consolas" w:cs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eastAsia="Consolas" w:hAnsi="Consolas" w:cs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eastAsia="Consolas" w:hAnsi="Consolas" w:cs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eastAsia="Consolas" w:hAnsi="Consolas" w:cs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eastAsia="Consolas" w:hAnsi="Consolas" w:cs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eastAsia="Consolas" w:hAnsi="Consolas" w:cs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eastAsia="Consolas" w:hAnsi="Consolas" w:cs="Consolas"/>
      <w:sz w:val="22"/>
    </w:rPr>
  </w:style>
  <w:style w:type="character" w:customStyle="1" w:styleId="ExtensionTok">
    <w:name w:val="ExtensionTok"/>
    <w:basedOn w:val="VerbatimChar"/>
    <w:rPr>
      <w:rFonts w:ascii="Consolas" w:eastAsia="Consolas" w:hAnsi="Consolas" w:cs="Consolas"/>
      <w:sz w:val="22"/>
    </w:rPr>
  </w:style>
  <w:style w:type="character" w:customStyle="1" w:styleId="PreprocessorTok">
    <w:name w:val="PreprocessorTok"/>
    <w:basedOn w:val="VerbatimChar"/>
    <w:rPr>
      <w:rFonts w:ascii="Consolas" w:eastAsia="Consolas" w:hAnsi="Consolas" w:cs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eastAsia="Consolas" w:hAnsi="Consolas" w:cs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eastAsia="Consolas" w:hAnsi="Consolas" w:cs="Consolas"/>
      <w:sz w:val="22"/>
    </w:rPr>
  </w:style>
  <w:style w:type="character" w:customStyle="1" w:styleId="InformationTok">
    <w:name w:val="InformationTok"/>
    <w:basedOn w:val="VerbatimChar"/>
    <w:rPr>
      <w:rFonts w:ascii="Consolas" w:eastAsia="Consolas" w:hAnsi="Consolas" w:cs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eastAsia="Consolas" w:hAnsi="Consolas" w:cs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eastAsia="Consolas" w:hAnsi="Consolas" w:cs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eastAsia="Consolas" w:hAnsi="Consolas" w:cs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eastAsia="Consolas" w:hAnsi="Consolas" w:cs="Consolas"/>
      <w:sz w:val="22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Kim-Marcel Isensee</dc:creator>
  <cp:lastModifiedBy>robin Kurzydym</cp:lastModifiedBy>
  <cp:revision>2</cp:revision>
  <dcterms:created xsi:type="dcterms:W3CDTF">2024-03-20T12:12:00Z</dcterms:created>
  <dcterms:modified xsi:type="dcterms:W3CDTF">2024-03-20T12:12:00Z</dcterms:modified>
</cp:coreProperties>
</file>